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2F1" w:rsidRPr="00BC1346" w:rsidRDefault="00C522F1" w:rsidP="00BC1346">
      <w:pPr>
        <w:spacing w:line="600" w:lineRule="exact"/>
        <w:jc w:val="left"/>
        <w:rPr>
          <w:rFonts w:ascii="黑体" w:eastAsia="黑体" w:hAnsi="黑体" w:cs="方正小标宋简体"/>
          <w:color w:val="000000"/>
          <w:sz w:val="32"/>
          <w:szCs w:val="32"/>
        </w:rPr>
      </w:pPr>
      <w:r w:rsidRPr="00BC1346">
        <w:rPr>
          <w:rFonts w:ascii="黑体" w:eastAsia="黑体" w:hAnsi="黑体" w:cs="方正小标宋简体" w:hint="eastAsia"/>
          <w:color w:val="000000"/>
          <w:sz w:val="32"/>
          <w:szCs w:val="32"/>
        </w:rPr>
        <w:t>附件</w:t>
      </w:r>
      <w:r>
        <w:rPr>
          <w:rFonts w:ascii="黑体" w:eastAsia="黑体" w:hAnsi="黑体" w:cs="方正小标宋简体"/>
          <w:color w:val="000000"/>
          <w:sz w:val="32"/>
          <w:szCs w:val="32"/>
        </w:rPr>
        <w:t>2</w:t>
      </w:r>
    </w:p>
    <w:p w:rsidR="00C522F1" w:rsidRDefault="00C522F1" w:rsidP="00BC1346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广东省</w:t>
      </w:r>
      <w:r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  <w:t>2019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年考录公务员资格审核</w:t>
      </w:r>
    </w:p>
    <w:p w:rsidR="00C522F1" w:rsidRDefault="00C522F1" w:rsidP="00BC1346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和体能测评预备递补人员告知书</w:t>
      </w:r>
    </w:p>
    <w:p w:rsidR="00C522F1" w:rsidRDefault="00C522F1" w:rsidP="00BC1346">
      <w:pPr>
        <w:spacing w:line="600" w:lineRule="exact"/>
        <w:rPr>
          <w:color w:val="000000"/>
          <w:kern w:val="0"/>
          <w:sz w:val="32"/>
          <w:szCs w:val="32"/>
        </w:rPr>
      </w:pPr>
    </w:p>
    <w:p w:rsidR="00C522F1" w:rsidRDefault="00C522F1" w:rsidP="004039DD">
      <w:pPr>
        <w:spacing w:line="560" w:lineRule="exact"/>
        <w:ind w:firstLineChars="200" w:firstLine="31680"/>
        <w:rPr>
          <w:color w:val="000000"/>
          <w:kern w:val="0"/>
          <w:sz w:val="34"/>
          <w:szCs w:val="34"/>
        </w:rPr>
      </w:pPr>
      <w:r>
        <w:rPr>
          <w:rFonts w:hint="eastAsia"/>
          <w:color w:val="000000"/>
          <w:kern w:val="0"/>
          <w:sz w:val="34"/>
          <w:szCs w:val="34"/>
        </w:rPr>
        <w:t>为顺利完成广东省</w:t>
      </w:r>
      <w:r>
        <w:rPr>
          <w:color w:val="000000"/>
          <w:kern w:val="0"/>
          <w:sz w:val="34"/>
          <w:szCs w:val="34"/>
        </w:rPr>
        <w:t>2019</w:t>
      </w:r>
      <w:r>
        <w:rPr>
          <w:rFonts w:hint="eastAsia"/>
          <w:color w:val="000000"/>
          <w:kern w:val="0"/>
          <w:sz w:val="34"/>
          <w:szCs w:val="34"/>
        </w:rPr>
        <w:t>年公务员考录工作，进一步提高资格审核和体能测评工作效率，对报考警察职位的考生，遵循考生自愿原则适当扩大资格审核和体能测评人数。</w:t>
      </w:r>
    </w:p>
    <w:p w:rsidR="00C522F1" w:rsidRDefault="00C522F1" w:rsidP="004039DD">
      <w:pPr>
        <w:spacing w:line="560" w:lineRule="exact"/>
        <w:ind w:firstLineChars="200" w:firstLine="31680"/>
        <w:rPr>
          <w:color w:val="000000"/>
          <w:kern w:val="0"/>
          <w:sz w:val="34"/>
          <w:szCs w:val="34"/>
        </w:rPr>
      </w:pPr>
      <w:r>
        <w:rPr>
          <w:rFonts w:hint="eastAsia"/>
          <w:color w:val="000000"/>
          <w:kern w:val="0"/>
          <w:sz w:val="34"/>
          <w:szCs w:val="34"/>
        </w:rPr>
        <w:t>特向您告知：根据您的笔试成绩排名和报考职位招录人数，您作为预备递补人员，参与本次资格审核和体能测评，仅在拟入围面试人员因资格审核不通过或体能测评不合格的情况下，预备递补人员才可按笔试成绩的高低依次递补入围面试。</w:t>
      </w:r>
    </w:p>
    <w:p w:rsidR="00C522F1" w:rsidRDefault="00C522F1" w:rsidP="004039DD">
      <w:pPr>
        <w:spacing w:line="560" w:lineRule="exact"/>
        <w:ind w:firstLineChars="200" w:firstLine="31680"/>
        <w:rPr>
          <w:color w:val="000000"/>
          <w:kern w:val="0"/>
          <w:sz w:val="32"/>
          <w:szCs w:val="32"/>
        </w:rPr>
      </w:pPr>
    </w:p>
    <w:p w:rsidR="00C522F1" w:rsidRDefault="00C522F1" w:rsidP="004039DD">
      <w:pPr>
        <w:spacing w:line="560" w:lineRule="exact"/>
        <w:ind w:firstLineChars="1550" w:firstLine="31680"/>
        <w:rPr>
          <w:color w:val="000000"/>
          <w:kern w:val="0"/>
          <w:sz w:val="34"/>
          <w:szCs w:val="34"/>
        </w:rPr>
      </w:pPr>
      <w:r>
        <w:rPr>
          <w:rFonts w:hint="eastAsia"/>
          <w:color w:val="000000"/>
          <w:kern w:val="0"/>
          <w:sz w:val="34"/>
          <w:szCs w:val="34"/>
        </w:rPr>
        <w:t>中共深圳市委组织部</w:t>
      </w:r>
    </w:p>
    <w:p w:rsidR="00C522F1" w:rsidRDefault="00C522F1" w:rsidP="004039DD">
      <w:pPr>
        <w:spacing w:line="560" w:lineRule="exact"/>
        <w:ind w:firstLineChars="1650" w:firstLine="31680"/>
        <w:rPr>
          <w:color w:val="000000"/>
          <w:sz w:val="34"/>
          <w:szCs w:val="3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22"/>
          <w:attr w:name="Month" w:val="5"/>
          <w:attr w:name="Year" w:val="2019"/>
        </w:smartTagPr>
        <w:r>
          <w:rPr>
            <w:color w:val="000000"/>
            <w:sz w:val="34"/>
            <w:szCs w:val="34"/>
          </w:rPr>
          <w:t>2019</w:t>
        </w:r>
        <w:r>
          <w:rPr>
            <w:rFonts w:hint="eastAsia"/>
            <w:color w:val="000000"/>
            <w:sz w:val="34"/>
            <w:szCs w:val="34"/>
          </w:rPr>
          <w:t>年</w:t>
        </w:r>
        <w:r>
          <w:rPr>
            <w:color w:val="000000"/>
            <w:sz w:val="34"/>
            <w:szCs w:val="34"/>
          </w:rPr>
          <w:t>5</w:t>
        </w:r>
        <w:r>
          <w:rPr>
            <w:rFonts w:hint="eastAsia"/>
            <w:color w:val="000000"/>
            <w:sz w:val="34"/>
            <w:szCs w:val="34"/>
          </w:rPr>
          <w:t>月</w:t>
        </w:r>
        <w:bookmarkStart w:id="0" w:name="_GoBack"/>
        <w:bookmarkEnd w:id="0"/>
        <w:r>
          <w:rPr>
            <w:color w:val="000000"/>
            <w:sz w:val="34"/>
            <w:szCs w:val="34"/>
          </w:rPr>
          <w:t>22</w:t>
        </w:r>
        <w:r>
          <w:rPr>
            <w:rFonts w:hint="eastAsia"/>
            <w:color w:val="000000"/>
            <w:sz w:val="34"/>
            <w:szCs w:val="34"/>
          </w:rPr>
          <w:t>日</w:t>
        </w:r>
      </w:smartTag>
    </w:p>
    <w:p w:rsidR="00C522F1" w:rsidRDefault="00C522F1" w:rsidP="00BC1346">
      <w:pPr>
        <w:spacing w:line="400" w:lineRule="exact"/>
        <w:jc w:val="left"/>
        <w:rPr>
          <w:color w:val="000000"/>
          <w:sz w:val="32"/>
          <w:szCs w:val="32"/>
        </w:rPr>
      </w:pPr>
      <w:r>
        <w:rPr>
          <w:rFonts w:hint="eastAsia"/>
          <w:bCs/>
          <w:color w:val="000000"/>
          <w:spacing w:val="20"/>
          <w:szCs w:val="21"/>
        </w:rPr>
        <w:t>（考生存留）</w:t>
      </w:r>
    </w:p>
    <w:p w:rsidR="00C522F1" w:rsidRDefault="00C522F1" w:rsidP="00BC1346">
      <w:pPr>
        <w:spacing w:line="600" w:lineRule="exact"/>
        <w:jc w:val="center"/>
        <w:rPr>
          <w:rFonts w:ascii="宋体" w:eastAsia="宋体" w:hAnsi="宋体" w:cs="宋体"/>
          <w:color w:val="000000"/>
          <w:kern w:val="0"/>
          <w:sz w:val="32"/>
          <w:szCs w:val="32"/>
        </w:rPr>
      </w:pPr>
      <w:r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﹎﹎﹎﹎﹎﹎﹎﹎﹎﹎﹎﹎﹎﹎﹎﹎﹎﹎﹎﹎﹎﹎﹎﹎﹎﹎﹎</w:t>
      </w:r>
    </w:p>
    <w:p w:rsidR="00C522F1" w:rsidRDefault="00C522F1" w:rsidP="00BC1346">
      <w:pPr>
        <w:spacing w:line="300" w:lineRule="exact"/>
        <w:jc w:val="center"/>
        <w:rPr>
          <w:rFonts w:ascii="创艺简标宋" w:eastAsia="创艺简标宋"/>
          <w:color w:val="000000"/>
          <w:kern w:val="0"/>
          <w:sz w:val="36"/>
          <w:szCs w:val="36"/>
        </w:rPr>
      </w:pPr>
    </w:p>
    <w:p w:rsidR="00C522F1" w:rsidRDefault="00C522F1" w:rsidP="00BC1346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bCs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color w:val="000000"/>
          <w:kern w:val="0"/>
          <w:sz w:val="44"/>
          <w:szCs w:val="44"/>
        </w:rPr>
        <w:t>考生知情同意和承诺书</w:t>
      </w:r>
    </w:p>
    <w:p w:rsidR="00C522F1" w:rsidRDefault="00C522F1" w:rsidP="00BC1346">
      <w:pPr>
        <w:spacing w:line="400" w:lineRule="exact"/>
        <w:jc w:val="center"/>
        <w:rPr>
          <w:rFonts w:ascii="创艺简标宋" w:eastAsia="创艺简标宋"/>
          <w:color w:val="000000"/>
          <w:kern w:val="0"/>
          <w:sz w:val="36"/>
          <w:szCs w:val="36"/>
        </w:rPr>
      </w:pPr>
    </w:p>
    <w:p w:rsidR="00C522F1" w:rsidRDefault="00C522F1" w:rsidP="004039DD">
      <w:pPr>
        <w:spacing w:line="560" w:lineRule="exact"/>
        <w:ind w:firstLineChars="200" w:firstLine="31680"/>
        <w:rPr>
          <w:color w:val="000000"/>
          <w:kern w:val="0"/>
          <w:sz w:val="34"/>
          <w:szCs w:val="34"/>
        </w:rPr>
      </w:pPr>
      <w:r>
        <w:rPr>
          <w:rFonts w:hint="eastAsia"/>
          <w:color w:val="000000"/>
          <w:kern w:val="0"/>
          <w:sz w:val="34"/>
          <w:szCs w:val="34"/>
        </w:rPr>
        <w:t>本人已经知悉以上事宜，作为预备递补人员自愿参加本次资格审核和体能测评，并承诺遵守相关规定。</w:t>
      </w:r>
    </w:p>
    <w:p w:rsidR="00C522F1" w:rsidRDefault="00C522F1" w:rsidP="004039DD">
      <w:pPr>
        <w:spacing w:line="560" w:lineRule="exact"/>
        <w:ind w:firstLineChars="1200" w:firstLine="31680"/>
        <w:rPr>
          <w:color w:val="000000"/>
          <w:sz w:val="34"/>
          <w:szCs w:val="34"/>
        </w:rPr>
      </w:pPr>
    </w:p>
    <w:p w:rsidR="00C522F1" w:rsidRDefault="00C522F1" w:rsidP="004039DD">
      <w:pPr>
        <w:spacing w:line="560" w:lineRule="exact"/>
        <w:ind w:firstLineChars="1200" w:firstLine="31680"/>
        <w:rPr>
          <w:color w:val="000000"/>
          <w:sz w:val="34"/>
          <w:szCs w:val="34"/>
        </w:rPr>
      </w:pPr>
      <w:r>
        <w:rPr>
          <w:rFonts w:hint="eastAsia"/>
          <w:color w:val="000000"/>
          <w:sz w:val="34"/>
          <w:szCs w:val="34"/>
        </w:rPr>
        <w:t>考生（签名）：</w:t>
      </w:r>
    </w:p>
    <w:p w:rsidR="00C522F1" w:rsidRDefault="00C522F1" w:rsidP="00BC1346">
      <w:pPr>
        <w:spacing w:line="560" w:lineRule="exact"/>
        <w:rPr>
          <w:color w:val="000000"/>
          <w:sz w:val="34"/>
          <w:szCs w:val="34"/>
        </w:rPr>
      </w:pPr>
      <w:r>
        <w:rPr>
          <w:color w:val="000000"/>
          <w:sz w:val="34"/>
          <w:szCs w:val="34"/>
        </w:rPr>
        <w:t xml:space="preserve">                                 2019</w:t>
      </w:r>
      <w:r>
        <w:rPr>
          <w:rFonts w:hint="eastAsia"/>
          <w:color w:val="000000"/>
          <w:sz w:val="34"/>
          <w:szCs w:val="34"/>
        </w:rPr>
        <w:t>年</w:t>
      </w:r>
      <w:r>
        <w:rPr>
          <w:color w:val="000000"/>
          <w:sz w:val="34"/>
          <w:szCs w:val="34"/>
        </w:rPr>
        <w:t xml:space="preserve">  </w:t>
      </w:r>
      <w:r>
        <w:rPr>
          <w:rFonts w:hint="eastAsia"/>
          <w:color w:val="000000"/>
          <w:sz w:val="34"/>
          <w:szCs w:val="34"/>
        </w:rPr>
        <w:t>月</w:t>
      </w:r>
      <w:r>
        <w:rPr>
          <w:color w:val="000000"/>
          <w:sz w:val="34"/>
          <w:szCs w:val="34"/>
        </w:rPr>
        <w:t xml:space="preserve">   </w:t>
      </w:r>
      <w:r>
        <w:rPr>
          <w:rFonts w:hint="eastAsia"/>
          <w:color w:val="000000"/>
          <w:sz w:val="34"/>
          <w:szCs w:val="34"/>
        </w:rPr>
        <w:t>日</w:t>
      </w:r>
    </w:p>
    <w:p w:rsidR="00C522F1" w:rsidRPr="00BC1346" w:rsidRDefault="00C522F1" w:rsidP="004039DD">
      <w:pPr>
        <w:spacing w:line="400" w:lineRule="exact"/>
      </w:pPr>
      <w:r>
        <w:rPr>
          <w:rFonts w:hint="eastAsia"/>
          <w:bCs/>
          <w:color w:val="000000"/>
          <w:spacing w:val="20"/>
          <w:szCs w:val="21"/>
        </w:rPr>
        <w:t>（招录部门存留）</w:t>
      </w:r>
    </w:p>
    <w:sectPr w:rsidR="00C522F1" w:rsidRPr="00BC1346" w:rsidSect="004039DD">
      <w:pgSz w:w="11906" w:h="16838"/>
      <w:pgMar w:top="1218" w:right="1418" w:bottom="12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22F1" w:rsidRDefault="00C522F1" w:rsidP="00BC1346">
      <w:r>
        <w:separator/>
      </w:r>
    </w:p>
  </w:endnote>
  <w:endnote w:type="continuationSeparator" w:id="0">
    <w:p w:rsidR="00C522F1" w:rsidRDefault="00C522F1" w:rsidP="00BC13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创艺简标宋">
    <w:altName w:val="方正舒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22F1" w:rsidRDefault="00C522F1" w:rsidP="00BC1346">
      <w:r>
        <w:separator/>
      </w:r>
    </w:p>
  </w:footnote>
  <w:footnote w:type="continuationSeparator" w:id="0">
    <w:p w:rsidR="00C522F1" w:rsidRDefault="00C522F1" w:rsidP="00BC13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4F46"/>
    <w:rsid w:val="00000BBE"/>
    <w:rsid w:val="000058F7"/>
    <w:rsid w:val="00006E04"/>
    <w:rsid w:val="000100A7"/>
    <w:rsid w:val="00014CF8"/>
    <w:rsid w:val="0002008E"/>
    <w:rsid w:val="0005066F"/>
    <w:rsid w:val="00054345"/>
    <w:rsid w:val="00060311"/>
    <w:rsid w:val="00060790"/>
    <w:rsid w:val="00064F19"/>
    <w:rsid w:val="00070336"/>
    <w:rsid w:val="00071607"/>
    <w:rsid w:val="00077EAE"/>
    <w:rsid w:val="00080631"/>
    <w:rsid w:val="00082C4F"/>
    <w:rsid w:val="00087AE6"/>
    <w:rsid w:val="00091254"/>
    <w:rsid w:val="000A5B78"/>
    <w:rsid w:val="000A63DD"/>
    <w:rsid w:val="000B2470"/>
    <w:rsid w:val="000C2A27"/>
    <w:rsid w:val="000E3861"/>
    <w:rsid w:val="000E64A5"/>
    <w:rsid w:val="000E73F6"/>
    <w:rsid w:val="000F2B01"/>
    <w:rsid w:val="000F599E"/>
    <w:rsid w:val="00102BFB"/>
    <w:rsid w:val="001035D9"/>
    <w:rsid w:val="001048EC"/>
    <w:rsid w:val="00105354"/>
    <w:rsid w:val="00126F08"/>
    <w:rsid w:val="0013052A"/>
    <w:rsid w:val="0014147E"/>
    <w:rsid w:val="00151F12"/>
    <w:rsid w:val="00172405"/>
    <w:rsid w:val="00184C5B"/>
    <w:rsid w:val="00184EEC"/>
    <w:rsid w:val="001969A2"/>
    <w:rsid w:val="001A48C8"/>
    <w:rsid w:val="001B6E10"/>
    <w:rsid w:val="001C29B7"/>
    <w:rsid w:val="001C47CA"/>
    <w:rsid w:val="001C5A55"/>
    <w:rsid w:val="001D4263"/>
    <w:rsid w:val="001F3DA8"/>
    <w:rsid w:val="001F4454"/>
    <w:rsid w:val="00217E19"/>
    <w:rsid w:val="0022105D"/>
    <w:rsid w:val="00224ED1"/>
    <w:rsid w:val="00225F1E"/>
    <w:rsid w:val="00226423"/>
    <w:rsid w:val="00232ECB"/>
    <w:rsid w:val="00240F64"/>
    <w:rsid w:val="002439C4"/>
    <w:rsid w:val="00252585"/>
    <w:rsid w:val="00255760"/>
    <w:rsid w:val="00260C71"/>
    <w:rsid w:val="00262B78"/>
    <w:rsid w:val="002668F0"/>
    <w:rsid w:val="002776E4"/>
    <w:rsid w:val="00293FF9"/>
    <w:rsid w:val="00295AFC"/>
    <w:rsid w:val="002A011A"/>
    <w:rsid w:val="002A7554"/>
    <w:rsid w:val="002B79BA"/>
    <w:rsid w:val="002C335F"/>
    <w:rsid w:val="002C56D1"/>
    <w:rsid w:val="002D2C10"/>
    <w:rsid w:val="002D45D9"/>
    <w:rsid w:val="002E3F6E"/>
    <w:rsid w:val="002E5F17"/>
    <w:rsid w:val="002F2664"/>
    <w:rsid w:val="002F4E55"/>
    <w:rsid w:val="00312E6A"/>
    <w:rsid w:val="003146EF"/>
    <w:rsid w:val="0032386F"/>
    <w:rsid w:val="00325956"/>
    <w:rsid w:val="00333CDE"/>
    <w:rsid w:val="0033668F"/>
    <w:rsid w:val="003373C8"/>
    <w:rsid w:val="00341EBD"/>
    <w:rsid w:val="003423C3"/>
    <w:rsid w:val="00356282"/>
    <w:rsid w:val="003577F5"/>
    <w:rsid w:val="003614B3"/>
    <w:rsid w:val="0036202F"/>
    <w:rsid w:val="00365054"/>
    <w:rsid w:val="0037584A"/>
    <w:rsid w:val="00384779"/>
    <w:rsid w:val="00385C36"/>
    <w:rsid w:val="003914BE"/>
    <w:rsid w:val="003967C2"/>
    <w:rsid w:val="003A21E8"/>
    <w:rsid w:val="003E0E9E"/>
    <w:rsid w:val="004039DD"/>
    <w:rsid w:val="004274DC"/>
    <w:rsid w:val="004343DB"/>
    <w:rsid w:val="0043534F"/>
    <w:rsid w:val="0044125E"/>
    <w:rsid w:val="00452644"/>
    <w:rsid w:val="0045794D"/>
    <w:rsid w:val="00460AA6"/>
    <w:rsid w:val="004611B9"/>
    <w:rsid w:val="004626D7"/>
    <w:rsid w:val="00464749"/>
    <w:rsid w:val="00471993"/>
    <w:rsid w:val="00482D98"/>
    <w:rsid w:val="00492C58"/>
    <w:rsid w:val="00494128"/>
    <w:rsid w:val="00496A50"/>
    <w:rsid w:val="00497E7D"/>
    <w:rsid w:val="004B21AC"/>
    <w:rsid w:val="004B2371"/>
    <w:rsid w:val="004C7A97"/>
    <w:rsid w:val="004D7841"/>
    <w:rsid w:val="004E1B79"/>
    <w:rsid w:val="004E7D06"/>
    <w:rsid w:val="004F2166"/>
    <w:rsid w:val="004F3014"/>
    <w:rsid w:val="00504AB2"/>
    <w:rsid w:val="00513C59"/>
    <w:rsid w:val="00515665"/>
    <w:rsid w:val="00517B95"/>
    <w:rsid w:val="005202A7"/>
    <w:rsid w:val="00520451"/>
    <w:rsid w:val="00524284"/>
    <w:rsid w:val="00541F64"/>
    <w:rsid w:val="00552271"/>
    <w:rsid w:val="00554A9A"/>
    <w:rsid w:val="00561292"/>
    <w:rsid w:val="005704AC"/>
    <w:rsid w:val="005777A7"/>
    <w:rsid w:val="005825B4"/>
    <w:rsid w:val="00586B7D"/>
    <w:rsid w:val="00597261"/>
    <w:rsid w:val="005A292A"/>
    <w:rsid w:val="005A3239"/>
    <w:rsid w:val="005B2C87"/>
    <w:rsid w:val="005C103C"/>
    <w:rsid w:val="005C7B85"/>
    <w:rsid w:val="005D579F"/>
    <w:rsid w:val="005D7252"/>
    <w:rsid w:val="005E6645"/>
    <w:rsid w:val="006155BD"/>
    <w:rsid w:val="006202BF"/>
    <w:rsid w:val="0062312D"/>
    <w:rsid w:val="00625367"/>
    <w:rsid w:val="0062584B"/>
    <w:rsid w:val="00631BB1"/>
    <w:rsid w:val="00657C1F"/>
    <w:rsid w:val="006602FB"/>
    <w:rsid w:val="00663237"/>
    <w:rsid w:val="0066670A"/>
    <w:rsid w:val="006737EE"/>
    <w:rsid w:val="0068172D"/>
    <w:rsid w:val="00692D5D"/>
    <w:rsid w:val="0069534F"/>
    <w:rsid w:val="006B31BE"/>
    <w:rsid w:val="006B70D8"/>
    <w:rsid w:val="006C2155"/>
    <w:rsid w:val="006C62FF"/>
    <w:rsid w:val="006C79FC"/>
    <w:rsid w:val="006D7F55"/>
    <w:rsid w:val="006F32FB"/>
    <w:rsid w:val="00701F5A"/>
    <w:rsid w:val="00702D93"/>
    <w:rsid w:val="00706A10"/>
    <w:rsid w:val="00712492"/>
    <w:rsid w:val="007131D6"/>
    <w:rsid w:val="00725ED8"/>
    <w:rsid w:val="007266D5"/>
    <w:rsid w:val="0073258A"/>
    <w:rsid w:val="00732DB8"/>
    <w:rsid w:val="00751197"/>
    <w:rsid w:val="00753CED"/>
    <w:rsid w:val="00761D24"/>
    <w:rsid w:val="0077612E"/>
    <w:rsid w:val="00781755"/>
    <w:rsid w:val="00786D59"/>
    <w:rsid w:val="00791470"/>
    <w:rsid w:val="00792B2F"/>
    <w:rsid w:val="00795FE2"/>
    <w:rsid w:val="00797871"/>
    <w:rsid w:val="007B2589"/>
    <w:rsid w:val="007B7ADA"/>
    <w:rsid w:val="007C072A"/>
    <w:rsid w:val="007C278D"/>
    <w:rsid w:val="007C53E4"/>
    <w:rsid w:val="007E00ED"/>
    <w:rsid w:val="007E3BAA"/>
    <w:rsid w:val="008228F5"/>
    <w:rsid w:val="008305F1"/>
    <w:rsid w:val="008525DF"/>
    <w:rsid w:val="00855659"/>
    <w:rsid w:val="00855B4C"/>
    <w:rsid w:val="0087168C"/>
    <w:rsid w:val="00873B79"/>
    <w:rsid w:val="00875966"/>
    <w:rsid w:val="00875BAC"/>
    <w:rsid w:val="00880058"/>
    <w:rsid w:val="00881445"/>
    <w:rsid w:val="00882891"/>
    <w:rsid w:val="00886376"/>
    <w:rsid w:val="00887F2F"/>
    <w:rsid w:val="00891848"/>
    <w:rsid w:val="00894F46"/>
    <w:rsid w:val="008A51DE"/>
    <w:rsid w:val="008A641D"/>
    <w:rsid w:val="008B39A3"/>
    <w:rsid w:val="008B39CF"/>
    <w:rsid w:val="008B3EF9"/>
    <w:rsid w:val="008C43E9"/>
    <w:rsid w:val="008C62FD"/>
    <w:rsid w:val="008E0CD1"/>
    <w:rsid w:val="008E4225"/>
    <w:rsid w:val="008E6C48"/>
    <w:rsid w:val="008E76A8"/>
    <w:rsid w:val="008E7C81"/>
    <w:rsid w:val="008F4F9E"/>
    <w:rsid w:val="0090522D"/>
    <w:rsid w:val="00905D26"/>
    <w:rsid w:val="00923200"/>
    <w:rsid w:val="00924268"/>
    <w:rsid w:val="00925A54"/>
    <w:rsid w:val="0092724E"/>
    <w:rsid w:val="009334ED"/>
    <w:rsid w:val="00935B61"/>
    <w:rsid w:val="00937876"/>
    <w:rsid w:val="009410CC"/>
    <w:rsid w:val="00943C65"/>
    <w:rsid w:val="00944C49"/>
    <w:rsid w:val="00954703"/>
    <w:rsid w:val="00962025"/>
    <w:rsid w:val="00965A1A"/>
    <w:rsid w:val="0096777B"/>
    <w:rsid w:val="00987E52"/>
    <w:rsid w:val="00990D8E"/>
    <w:rsid w:val="009964E1"/>
    <w:rsid w:val="009F15E1"/>
    <w:rsid w:val="009F5B4F"/>
    <w:rsid w:val="00A0590D"/>
    <w:rsid w:val="00A13B86"/>
    <w:rsid w:val="00A22B32"/>
    <w:rsid w:val="00A259CD"/>
    <w:rsid w:val="00A559CC"/>
    <w:rsid w:val="00A610C8"/>
    <w:rsid w:val="00A7558B"/>
    <w:rsid w:val="00A7706E"/>
    <w:rsid w:val="00A86D2B"/>
    <w:rsid w:val="00A92C32"/>
    <w:rsid w:val="00A952A5"/>
    <w:rsid w:val="00AE11B5"/>
    <w:rsid w:val="00AF1557"/>
    <w:rsid w:val="00AF4891"/>
    <w:rsid w:val="00AF4D8E"/>
    <w:rsid w:val="00B04980"/>
    <w:rsid w:val="00B15C6A"/>
    <w:rsid w:val="00B16B38"/>
    <w:rsid w:val="00B25AE2"/>
    <w:rsid w:val="00B3122D"/>
    <w:rsid w:val="00B3184B"/>
    <w:rsid w:val="00B3601E"/>
    <w:rsid w:val="00B42BD6"/>
    <w:rsid w:val="00B4307B"/>
    <w:rsid w:val="00B66008"/>
    <w:rsid w:val="00B67379"/>
    <w:rsid w:val="00B77A1C"/>
    <w:rsid w:val="00B85437"/>
    <w:rsid w:val="00B95685"/>
    <w:rsid w:val="00BA0BE3"/>
    <w:rsid w:val="00BB47DB"/>
    <w:rsid w:val="00BC1346"/>
    <w:rsid w:val="00BC2122"/>
    <w:rsid w:val="00BE15DE"/>
    <w:rsid w:val="00BE67F9"/>
    <w:rsid w:val="00BE6C43"/>
    <w:rsid w:val="00BF24E7"/>
    <w:rsid w:val="00C02156"/>
    <w:rsid w:val="00C05FC8"/>
    <w:rsid w:val="00C107D2"/>
    <w:rsid w:val="00C1340F"/>
    <w:rsid w:val="00C2249F"/>
    <w:rsid w:val="00C26C2C"/>
    <w:rsid w:val="00C4036F"/>
    <w:rsid w:val="00C418AA"/>
    <w:rsid w:val="00C42440"/>
    <w:rsid w:val="00C45AE3"/>
    <w:rsid w:val="00C464C4"/>
    <w:rsid w:val="00C522F1"/>
    <w:rsid w:val="00C639E0"/>
    <w:rsid w:val="00C71AA4"/>
    <w:rsid w:val="00C82627"/>
    <w:rsid w:val="00C94E58"/>
    <w:rsid w:val="00C97B80"/>
    <w:rsid w:val="00CB07DC"/>
    <w:rsid w:val="00CB4E18"/>
    <w:rsid w:val="00CB6FA0"/>
    <w:rsid w:val="00CC243C"/>
    <w:rsid w:val="00CD636F"/>
    <w:rsid w:val="00D05A98"/>
    <w:rsid w:val="00D176C5"/>
    <w:rsid w:val="00D21136"/>
    <w:rsid w:val="00D4053A"/>
    <w:rsid w:val="00D436A7"/>
    <w:rsid w:val="00D44CC5"/>
    <w:rsid w:val="00D53FDC"/>
    <w:rsid w:val="00D60C67"/>
    <w:rsid w:val="00D64117"/>
    <w:rsid w:val="00D815FF"/>
    <w:rsid w:val="00D845DE"/>
    <w:rsid w:val="00D86ECC"/>
    <w:rsid w:val="00D92A41"/>
    <w:rsid w:val="00D93C35"/>
    <w:rsid w:val="00D959FD"/>
    <w:rsid w:val="00D973E1"/>
    <w:rsid w:val="00DA68D8"/>
    <w:rsid w:val="00DA6908"/>
    <w:rsid w:val="00DB6BEC"/>
    <w:rsid w:val="00DB7901"/>
    <w:rsid w:val="00DC49A3"/>
    <w:rsid w:val="00DD6B60"/>
    <w:rsid w:val="00DE566F"/>
    <w:rsid w:val="00E14109"/>
    <w:rsid w:val="00E37EC8"/>
    <w:rsid w:val="00E54A74"/>
    <w:rsid w:val="00E56CE9"/>
    <w:rsid w:val="00E71850"/>
    <w:rsid w:val="00EA0121"/>
    <w:rsid w:val="00EA5714"/>
    <w:rsid w:val="00EC540E"/>
    <w:rsid w:val="00EC727D"/>
    <w:rsid w:val="00ED61DB"/>
    <w:rsid w:val="00ED6A3C"/>
    <w:rsid w:val="00EF165C"/>
    <w:rsid w:val="00EF23BA"/>
    <w:rsid w:val="00EF3184"/>
    <w:rsid w:val="00EF36E2"/>
    <w:rsid w:val="00EF6035"/>
    <w:rsid w:val="00EF7649"/>
    <w:rsid w:val="00F01BC0"/>
    <w:rsid w:val="00F02B40"/>
    <w:rsid w:val="00F06217"/>
    <w:rsid w:val="00F100C0"/>
    <w:rsid w:val="00F14171"/>
    <w:rsid w:val="00F231A7"/>
    <w:rsid w:val="00F277CD"/>
    <w:rsid w:val="00F337A3"/>
    <w:rsid w:val="00F36ECA"/>
    <w:rsid w:val="00F42762"/>
    <w:rsid w:val="00F60B41"/>
    <w:rsid w:val="00F618B5"/>
    <w:rsid w:val="00F6408B"/>
    <w:rsid w:val="00F642AD"/>
    <w:rsid w:val="00F66E3D"/>
    <w:rsid w:val="00F91848"/>
    <w:rsid w:val="00FA163E"/>
    <w:rsid w:val="00FB513A"/>
    <w:rsid w:val="00FB6876"/>
    <w:rsid w:val="00FC4BB0"/>
    <w:rsid w:val="00FC52C3"/>
    <w:rsid w:val="00FD4B25"/>
    <w:rsid w:val="00FD5AE9"/>
    <w:rsid w:val="00FD63F1"/>
    <w:rsid w:val="00FE546E"/>
    <w:rsid w:val="00FE7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346"/>
    <w:pPr>
      <w:widowControl w:val="0"/>
      <w:jc w:val="both"/>
    </w:pPr>
    <w:rPr>
      <w:rFonts w:ascii="Times New Roman" w:eastAsia="仿宋_GB2312" w:hAnsi="Times New Roman"/>
      <w:sz w:val="3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C13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1346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BC1346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1346"/>
    <w:rPr>
      <w:rFonts w:cs="Times New Roman"/>
      <w:sz w:val="18"/>
      <w:szCs w:val="18"/>
    </w:rPr>
  </w:style>
  <w:style w:type="paragraph" w:customStyle="1" w:styleId="Char">
    <w:name w:val="Char"/>
    <w:basedOn w:val="Normal"/>
    <w:uiPriority w:val="99"/>
    <w:rsid w:val="00BC1346"/>
    <w:pPr>
      <w:widowControl/>
      <w:spacing w:after="160" w:line="240" w:lineRule="exact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59</Words>
  <Characters>341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刘佩雯</dc:creator>
  <cp:keywords/>
  <dc:description/>
  <cp:lastModifiedBy>Administrator</cp:lastModifiedBy>
  <cp:revision>6</cp:revision>
  <dcterms:created xsi:type="dcterms:W3CDTF">2019-05-19T07:47:00Z</dcterms:created>
  <dcterms:modified xsi:type="dcterms:W3CDTF">2019-05-22T13:01:00Z</dcterms:modified>
</cp:coreProperties>
</file>